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80" w:rsidRDefault="00EA1980">
      <w:r>
        <w:t xml:space="preserve">                                                                                     Приложение №6</w:t>
      </w:r>
    </w:p>
    <w:p w:rsidR="00EA1980" w:rsidRDefault="00EA1980">
      <w:r>
        <w:t xml:space="preserve">                                                                                     к решению Ракаловской сельской</w:t>
      </w:r>
    </w:p>
    <w:p w:rsidR="00EA1980" w:rsidRDefault="00EA1980">
      <w:r>
        <w:t xml:space="preserve">                                                                                     Думы от 27.03.2018г № 32</w:t>
      </w:r>
    </w:p>
    <w:p w:rsidR="00EA1980" w:rsidRDefault="00EA1980"/>
    <w:p w:rsidR="00EA1980" w:rsidRDefault="00EA1980"/>
    <w:p w:rsidR="00EA1980" w:rsidRDefault="00EA1980"/>
    <w:p w:rsidR="00EA1980" w:rsidRDefault="00EA1980"/>
    <w:p w:rsidR="00EA1980" w:rsidRPr="00176863" w:rsidRDefault="00EA1980" w:rsidP="00005464">
      <w:pPr>
        <w:jc w:val="center"/>
        <w:rPr>
          <w:b/>
          <w:bCs/>
        </w:rPr>
      </w:pPr>
      <w:r w:rsidRPr="00176863">
        <w:rPr>
          <w:b/>
          <w:bCs/>
        </w:rPr>
        <w:t>Отчет</w:t>
      </w:r>
    </w:p>
    <w:p w:rsidR="00EA1980" w:rsidRPr="00176863" w:rsidRDefault="00EA1980" w:rsidP="00005464">
      <w:pPr>
        <w:jc w:val="center"/>
        <w:rPr>
          <w:b/>
          <w:bCs/>
        </w:rPr>
      </w:pPr>
    </w:p>
    <w:p w:rsidR="00EA1980" w:rsidRPr="00176863" w:rsidRDefault="00EA1980" w:rsidP="00005464">
      <w:pPr>
        <w:jc w:val="center"/>
        <w:rPr>
          <w:b/>
          <w:bCs/>
        </w:rPr>
      </w:pPr>
      <w:r w:rsidRPr="00176863">
        <w:rPr>
          <w:b/>
          <w:bCs/>
        </w:rPr>
        <w:t>о состоянии  муниципального долга сельского</w:t>
      </w:r>
    </w:p>
    <w:p w:rsidR="00EA1980" w:rsidRDefault="00EA1980" w:rsidP="00005464">
      <w:pPr>
        <w:jc w:val="center"/>
        <w:rPr>
          <w:b/>
          <w:bCs/>
        </w:rPr>
      </w:pPr>
      <w:r w:rsidRPr="00176863">
        <w:rPr>
          <w:b/>
          <w:bCs/>
        </w:rPr>
        <w:t xml:space="preserve">поселения </w:t>
      </w:r>
      <w:r>
        <w:rPr>
          <w:b/>
          <w:bCs/>
        </w:rPr>
        <w:t>за 2017год</w:t>
      </w: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Default="00EA1980" w:rsidP="00005464">
      <w:pPr>
        <w:jc w:val="both"/>
      </w:pPr>
      <w:r w:rsidRPr="00176863">
        <w:t xml:space="preserve">       Предельный </w:t>
      </w:r>
      <w:r>
        <w:t>объ</w:t>
      </w:r>
      <w:r w:rsidRPr="00176863">
        <w:t>ем муниципального долга муниципального образования Ракаловское сельское поселение Белохолуницкого района Кировской</w:t>
      </w:r>
      <w:r>
        <w:t xml:space="preserve"> области на 2017 год  0 тыс.рублей.</w:t>
      </w:r>
    </w:p>
    <w:p w:rsidR="00EA1980" w:rsidRPr="00176863" w:rsidRDefault="00EA1980" w:rsidP="00005464">
      <w:pPr>
        <w:jc w:val="both"/>
      </w:pPr>
      <w:r>
        <w:t>Верхний предел муниципального долга муниципального образования Ракаловское сельское поселение Белохолуницкого района Кировской области  0 тыс.рублей, в том числе верхний предел долга по муниципальным гарантиям муниципального образования Ракаловское сельское поселение Белохолуницкого района Кировской области в сумме 0 тыс.рублей.</w:t>
      </w: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Default="00EA1980">
      <w:pPr>
        <w:rPr>
          <w:b/>
          <w:bCs/>
        </w:rPr>
      </w:pPr>
    </w:p>
    <w:p w:rsidR="00EA1980" w:rsidRPr="00813FDC" w:rsidRDefault="00EA1980">
      <w:r>
        <w:t>Глава Ракаловского</w:t>
      </w:r>
      <w:r w:rsidRPr="00813FDC">
        <w:t xml:space="preserve"> </w:t>
      </w:r>
    </w:p>
    <w:p w:rsidR="00EA1980" w:rsidRPr="00813FDC" w:rsidRDefault="00EA1980">
      <w:r w:rsidRPr="00813FDC">
        <w:t xml:space="preserve">сельского поселения:                </w:t>
      </w:r>
      <w:r>
        <w:t xml:space="preserve">                 О.А.Шитова</w:t>
      </w:r>
    </w:p>
    <w:sectPr w:rsidR="00EA1980" w:rsidRPr="00813FDC" w:rsidSect="0012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863"/>
    <w:rsid w:val="00005464"/>
    <w:rsid w:val="001245EC"/>
    <w:rsid w:val="00156BBE"/>
    <w:rsid w:val="00175691"/>
    <w:rsid w:val="00176863"/>
    <w:rsid w:val="0021335F"/>
    <w:rsid w:val="00275E78"/>
    <w:rsid w:val="002A1C28"/>
    <w:rsid w:val="002C02EE"/>
    <w:rsid w:val="003C121A"/>
    <w:rsid w:val="00547278"/>
    <w:rsid w:val="0063517D"/>
    <w:rsid w:val="00740E66"/>
    <w:rsid w:val="00763ACA"/>
    <w:rsid w:val="00775434"/>
    <w:rsid w:val="00813FDC"/>
    <w:rsid w:val="008A34F1"/>
    <w:rsid w:val="00945D24"/>
    <w:rsid w:val="00A63F98"/>
    <w:rsid w:val="00AC3E8C"/>
    <w:rsid w:val="00B44139"/>
    <w:rsid w:val="00B63EE1"/>
    <w:rsid w:val="00C10831"/>
    <w:rsid w:val="00C71041"/>
    <w:rsid w:val="00DA22B7"/>
    <w:rsid w:val="00DB6C2E"/>
    <w:rsid w:val="00DC4887"/>
    <w:rsid w:val="00E006D1"/>
    <w:rsid w:val="00EA1980"/>
    <w:rsid w:val="00F236ED"/>
    <w:rsid w:val="00FB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148</Words>
  <Characters>847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15</cp:revision>
  <cp:lastPrinted>2015-04-14T07:47:00Z</cp:lastPrinted>
  <dcterms:created xsi:type="dcterms:W3CDTF">2014-03-19T06:46:00Z</dcterms:created>
  <dcterms:modified xsi:type="dcterms:W3CDTF">2018-03-30T04:55:00Z</dcterms:modified>
</cp:coreProperties>
</file>